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324" w:rsidRPr="00D46521" w:rsidRDefault="00C22324" w:rsidP="00D46521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Cs w:val="20"/>
          <w:lang w:eastAsia="ru-RU"/>
        </w:rPr>
      </w:pPr>
      <w:r w:rsidRPr="003857F5">
        <w:rPr>
          <w:rFonts w:ascii="Times New Roman" w:hAnsi="Times New Roman"/>
          <w:b/>
          <w:noProof/>
          <w:sz w:val="24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_синий" style="width:57pt;height:65.25pt;visibility:visible">
            <v:imagedata r:id="rId5" o:title=""/>
          </v:shape>
        </w:pict>
      </w:r>
    </w:p>
    <w:p w:rsidR="00C22324" w:rsidRPr="00D46521" w:rsidRDefault="00C22324" w:rsidP="00D46521">
      <w:pPr>
        <w:widowControl w:val="0"/>
        <w:spacing w:after="0" w:line="240" w:lineRule="auto"/>
        <w:ind w:right="282"/>
        <w:jc w:val="center"/>
        <w:rPr>
          <w:rFonts w:ascii="Times New Roman" w:hAnsi="Times New Roman"/>
          <w:snapToGrid w:val="0"/>
          <w:sz w:val="28"/>
          <w:szCs w:val="20"/>
          <w:lang w:eastAsia="ru-RU"/>
        </w:rPr>
      </w:pPr>
    </w:p>
    <w:p w:rsidR="00C22324" w:rsidRPr="00D46521" w:rsidRDefault="00C22324" w:rsidP="00D46521">
      <w:pPr>
        <w:widowControl w:val="0"/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0"/>
          <w:lang w:eastAsia="ru-RU"/>
        </w:rPr>
      </w:pPr>
      <w:r w:rsidRPr="00D46521">
        <w:rPr>
          <w:rFonts w:ascii="Times New Roman" w:hAnsi="Times New Roman"/>
          <w:b/>
          <w:snapToGrid w:val="0"/>
          <w:sz w:val="28"/>
          <w:szCs w:val="20"/>
          <w:lang w:eastAsia="ru-RU"/>
        </w:rPr>
        <w:t xml:space="preserve">АДМИНИСТРАЦИЯ  МУНИЦИПАЛЬНОГО ОБРАЗОВАНИЯ – </w:t>
      </w:r>
    </w:p>
    <w:p w:rsidR="00C22324" w:rsidRPr="00D46521" w:rsidRDefault="00C22324" w:rsidP="00D46521">
      <w:pPr>
        <w:widowControl w:val="0"/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0"/>
          <w:lang w:eastAsia="ru-RU"/>
        </w:rPr>
      </w:pPr>
      <w:r w:rsidRPr="00D46521">
        <w:rPr>
          <w:rFonts w:ascii="Times New Roman" w:hAnsi="Times New Roman"/>
          <w:b/>
          <w:snapToGrid w:val="0"/>
          <w:sz w:val="28"/>
          <w:szCs w:val="20"/>
          <w:lang w:eastAsia="ru-RU"/>
        </w:rPr>
        <w:t>ЕРШИЧСКИЙ  РАЙОН СМОЛЕНСКОЙ ОБЛАСТИ</w:t>
      </w:r>
    </w:p>
    <w:p w:rsidR="00C22324" w:rsidRPr="00D46521" w:rsidRDefault="00C22324" w:rsidP="00D46521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0"/>
          <w:lang w:eastAsia="ru-RU"/>
        </w:rPr>
      </w:pPr>
    </w:p>
    <w:p w:rsidR="00C22324" w:rsidRPr="00D46521" w:rsidRDefault="00C22324" w:rsidP="00D4652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eastAsia="ru-RU"/>
        </w:rPr>
      </w:pPr>
      <w:r w:rsidRPr="00D46521">
        <w:rPr>
          <w:rFonts w:ascii="Times New Roman" w:hAnsi="Times New Roman"/>
          <w:b/>
          <w:sz w:val="28"/>
          <w:szCs w:val="20"/>
          <w:lang w:eastAsia="ru-RU"/>
        </w:rPr>
        <w:t>Р А С П О Р Я Ж Е Н И Е</w:t>
      </w:r>
    </w:p>
    <w:p w:rsidR="00C22324" w:rsidRPr="00D46521" w:rsidRDefault="00C22324" w:rsidP="00D46521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22324" w:rsidRDefault="00C22324" w:rsidP="00D4652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46521">
        <w:rPr>
          <w:rFonts w:ascii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hAnsi="Times New Roman"/>
          <w:sz w:val="28"/>
          <w:szCs w:val="28"/>
          <w:lang w:eastAsia="ru-RU"/>
        </w:rPr>
        <w:t xml:space="preserve"> 27 марта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2020 г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.  </w:t>
      </w:r>
      <w:r w:rsidRPr="00D46521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86-р</w:t>
      </w:r>
    </w:p>
    <w:p w:rsidR="00C22324" w:rsidRPr="00D46521" w:rsidRDefault="00C22324" w:rsidP="00D46521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D46521">
        <w:rPr>
          <w:rFonts w:ascii="Times New Roman" w:hAnsi="Times New Roman"/>
          <w:b/>
          <w:bCs/>
          <w:sz w:val="20"/>
          <w:szCs w:val="20"/>
          <w:lang w:eastAsia="ru-RU"/>
        </w:rPr>
        <w:t xml:space="preserve">                с. Ершичи</w:t>
      </w:r>
    </w:p>
    <w:p w:rsidR="00C22324" w:rsidRPr="00D46521" w:rsidRDefault="00C22324" w:rsidP="00D46521">
      <w:pPr>
        <w:widowControl w:val="0"/>
        <w:spacing w:after="0" w:line="240" w:lineRule="auto"/>
        <w:rPr>
          <w:rFonts w:ascii="Times New Roman" w:hAnsi="Times New Roman"/>
          <w:b/>
          <w:bCs/>
          <w:snapToGrid w:val="0"/>
          <w:sz w:val="24"/>
          <w:szCs w:val="20"/>
          <w:lang w:eastAsia="ru-RU"/>
        </w:rPr>
      </w:pPr>
      <w:r w:rsidRPr="00D46521">
        <w:rPr>
          <w:rFonts w:ascii="Times New Roman" w:hAnsi="Times New Roman"/>
          <w:b/>
          <w:bCs/>
          <w:snapToGrid w:val="0"/>
          <w:sz w:val="24"/>
          <w:szCs w:val="20"/>
          <w:lang w:eastAsia="ru-RU"/>
        </w:rPr>
        <w:t xml:space="preserve">    Ершичского района</w:t>
      </w:r>
    </w:p>
    <w:p w:rsidR="00C22324" w:rsidRDefault="00C22324" w:rsidP="00D46521">
      <w:pPr>
        <w:widowControl w:val="0"/>
        <w:spacing w:after="0" w:line="240" w:lineRule="auto"/>
        <w:rPr>
          <w:rFonts w:ascii="Times New Roman" w:hAnsi="Times New Roman"/>
          <w:b/>
          <w:bCs/>
          <w:snapToGrid w:val="0"/>
          <w:sz w:val="24"/>
          <w:szCs w:val="20"/>
          <w:lang w:eastAsia="ru-RU"/>
        </w:rPr>
      </w:pPr>
      <w:r w:rsidRPr="00D46521">
        <w:rPr>
          <w:rFonts w:ascii="Times New Roman" w:hAnsi="Times New Roman"/>
          <w:b/>
          <w:bCs/>
          <w:snapToGrid w:val="0"/>
          <w:sz w:val="24"/>
          <w:szCs w:val="20"/>
          <w:lang w:eastAsia="ru-RU"/>
        </w:rPr>
        <w:t xml:space="preserve">    Смоленской области</w:t>
      </w:r>
    </w:p>
    <w:p w:rsidR="00C22324" w:rsidRPr="00D46521" w:rsidRDefault="00C22324" w:rsidP="00D46521">
      <w:pPr>
        <w:widowControl w:val="0"/>
        <w:spacing w:after="0" w:line="240" w:lineRule="auto"/>
        <w:rPr>
          <w:rFonts w:ascii="Times New Roman" w:hAnsi="Times New Roman"/>
          <w:b/>
          <w:snapToGrid w:val="0"/>
          <w:sz w:val="24"/>
          <w:szCs w:val="20"/>
          <w:lang w:eastAsia="ru-RU"/>
        </w:rPr>
      </w:pPr>
    </w:p>
    <w:p w:rsidR="00C22324" w:rsidRDefault="00C22324" w:rsidP="00D465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0" w:name="Par1"/>
      <w:bookmarkEnd w:id="0"/>
      <w:r w:rsidRPr="00D46521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б утверждении кассового плана исполнения </w:t>
      </w:r>
    </w:p>
    <w:p w:rsidR="00C22324" w:rsidRDefault="00C22324" w:rsidP="00D465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бюджета муниципального образования</w:t>
      </w:r>
    </w:p>
    <w:p w:rsidR="00C22324" w:rsidRDefault="00C22324" w:rsidP="00D465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Ершичского сельского поселения </w:t>
      </w:r>
    </w:p>
    <w:p w:rsidR="00C22324" w:rsidRDefault="00C22324" w:rsidP="00DD5B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Ершичского района Смоленской области</w:t>
      </w:r>
    </w:p>
    <w:p w:rsidR="00C22324" w:rsidRPr="00D46521" w:rsidRDefault="00C22324" w:rsidP="00DD5B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 1 квартал 2020 года.</w:t>
      </w:r>
    </w:p>
    <w:p w:rsidR="00C22324" w:rsidRPr="00D46521" w:rsidRDefault="00C22324" w:rsidP="00D465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22324" w:rsidRPr="00D46521" w:rsidRDefault="00C22324" w:rsidP="00D465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22324" w:rsidRPr="00D46521" w:rsidRDefault="00C22324" w:rsidP="00D465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6521">
        <w:rPr>
          <w:rFonts w:ascii="Times New Roman" w:hAnsi="Times New Roman"/>
          <w:sz w:val="28"/>
          <w:szCs w:val="28"/>
          <w:lang w:eastAsia="ru-RU"/>
        </w:rPr>
        <w:t xml:space="preserve"> 1. </w:t>
      </w:r>
      <w:r>
        <w:rPr>
          <w:rFonts w:ascii="Times New Roman" w:hAnsi="Times New Roman"/>
          <w:sz w:val="28"/>
          <w:szCs w:val="28"/>
          <w:lang w:eastAsia="ru-RU"/>
        </w:rPr>
        <w:t xml:space="preserve">Утвердить  кассовый план  исполнения бюджета муниципального образования Ершичского сельского поселения Ершичского района Смоленской области за 1 квартал 2020 года согласно приложениям № 1, № 2, № 3 и № 4 к настоящему распоряжению. </w:t>
      </w:r>
    </w:p>
    <w:p w:rsidR="00C22324" w:rsidRPr="00D46521" w:rsidRDefault="00C22324" w:rsidP="00D4652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22324" w:rsidRPr="00D46521" w:rsidRDefault="00C22324" w:rsidP="00D465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bookmarkStart w:id="1" w:name="Par20"/>
      <w:bookmarkEnd w:id="1"/>
      <w:r>
        <w:rPr>
          <w:rFonts w:ascii="Times New Roman" w:hAnsi="Times New Roman"/>
          <w:sz w:val="28"/>
          <w:szCs w:val="28"/>
          <w:lang w:eastAsia="ru-RU"/>
        </w:rPr>
        <w:t xml:space="preserve"> 2</w:t>
      </w:r>
      <w:r w:rsidRPr="00D46521">
        <w:rPr>
          <w:rFonts w:ascii="Times New Roman" w:hAnsi="Times New Roman"/>
          <w:sz w:val="28"/>
          <w:szCs w:val="28"/>
          <w:lang w:eastAsia="ru-RU"/>
        </w:rPr>
        <w:t>.  Контроль,  за исполнением настоящего распоряжения,  возложить на главного специалиста-главного бухгалтера сектора бухгалтерского учета и отчетности  Е.А.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46521">
        <w:rPr>
          <w:rFonts w:ascii="Times New Roman" w:hAnsi="Times New Roman"/>
          <w:sz w:val="28"/>
          <w:szCs w:val="28"/>
          <w:lang w:eastAsia="ru-RU"/>
        </w:rPr>
        <w:t>Архипову.</w:t>
      </w:r>
    </w:p>
    <w:p w:rsidR="00C22324" w:rsidRDefault="00C22324" w:rsidP="00D465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</w:p>
    <w:p w:rsidR="00C22324" w:rsidRDefault="00C22324" w:rsidP="00D465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</w:p>
    <w:p w:rsidR="00C22324" w:rsidRDefault="00C22324" w:rsidP="00D465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bookmarkStart w:id="2" w:name="_GoBack"/>
      <w:bookmarkEnd w:id="2"/>
    </w:p>
    <w:p w:rsidR="00C22324" w:rsidRDefault="00C22324" w:rsidP="00D465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</w:p>
    <w:p w:rsidR="00C22324" w:rsidRPr="00D46521" w:rsidRDefault="00C22324" w:rsidP="00D465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</w:p>
    <w:p w:rsidR="00C22324" w:rsidRPr="00D46521" w:rsidRDefault="00C22324" w:rsidP="00D465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46521">
        <w:rPr>
          <w:rFonts w:ascii="Times New Roman" w:hAnsi="Times New Roman"/>
          <w:sz w:val="28"/>
          <w:szCs w:val="28"/>
          <w:lang w:eastAsia="ru-RU"/>
        </w:rPr>
        <w:t>Глава  муниципального образования-</w:t>
      </w:r>
    </w:p>
    <w:p w:rsidR="00C22324" w:rsidRPr="00D46521" w:rsidRDefault="00C22324" w:rsidP="00D465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46521">
        <w:rPr>
          <w:rFonts w:ascii="Times New Roman" w:hAnsi="Times New Roman"/>
          <w:sz w:val="28"/>
          <w:szCs w:val="28"/>
          <w:lang w:eastAsia="ru-RU"/>
        </w:rPr>
        <w:t xml:space="preserve">Ершичский район Смоленской области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В.А. Абраменков</w:t>
      </w:r>
    </w:p>
    <w:p w:rsidR="00C22324" w:rsidRPr="00D46521" w:rsidRDefault="00C22324" w:rsidP="00D465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Default="00C22324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22324" w:rsidRPr="00837A46" w:rsidRDefault="00C22324" w:rsidP="00837A4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37A46">
        <w:rPr>
          <w:rFonts w:ascii="Times New Roman" w:hAnsi="Times New Roman"/>
          <w:sz w:val="28"/>
          <w:szCs w:val="28"/>
          <w:lang w:eastAsia="ru-RU"/>
        </w:rPr>
        <w:t xml:space="preserve">Отп. 1 экз. – в дело                                                 Разослать: в бухгалтерию </w:t>
      </w:r>
    </w:p>
    <w:p w:rsidR="00C22324" w:rsidRPr="00837A46" w:rsidRDefault="00C22324" w:rsidP="00837A4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37A46">
        <w:rPr>
          <w:rFonts w:ascii="Times New Roman" w:hAnsi="Times New Roman"/>
          <w:sz w:val="28"/>
          <w:szCs w:val="28"/>
          <w:lang w:eastAsia="ru-RU"/>
        </w:rPr>
        <w:t xml:space="preserve">Исп. Е.А. Архипова                                               Администрации, </w:t>
      </w:r>
    </w:p>
    <w:p w:rsidR="00C22324" w:rsidRPr="00837A46" w:rsidRDefault="00C22324" w:rsidP="00837A4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37A46">
        <w:rPr>
          <w:rFonts w:ascii="Times New Roman" w:hAnsi="Times New Roman"/>
          <w:sz w:val="28"/>
          <w:szCs w:val="28"/>
          <w:lang w:eastAsia="ru-RU"/>
        </w:rPr>
        <w:t>Тел.  2-15-60                                                           управделами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837A4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Pr="00837A46">
        <w:rPr>
          <w:rFonts w:ascii="Times New Roman" w:hAnsi="Times New Roman"/>
          <w:sz w:val="28"/>
          <w:szCs w:val="28"/>
          <w:lang w:eastAsia="ru-RU"/>
        </w:rPr>
        <w:t>ин.управление</w:t>
      </w:r>
    </w:p>
    <w:p w:rsidR="00C22324" w:rsidRPr="00837A46" w:rsidRDefault="00C22324" w:rsidP="00837A46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837A46">
        <w:rPr>
          <w:rFonts w:ascii="Times New Roman" w:hAnsi="Times New Roman"/>
          <w:sz w:val="24"/>
          <w:szCs w:val="20"/>
          <w:lang w:eastAsia="ru-RU"/>
        </w:rPr>
        <w:t>___________________</w:t>
      </w:r>
      <w:r>
        <w:rPr>
          <w:rFonts w:ascii="Times New Roman" w:hAnsi="Times New Roman"/>
          <w:sz w:val="24"/>
          <w:szCs w:val="20"/>
          <w:lang w:eastAsia="ru-RU"/>
        </w:rPr>
        <w:t xml:space="preserve">  ___________________</w:t>
      </w:r>
    </w:p>
    <w:p w:rsidR="00C22324" w:rsidRPr="00837A46" w:rsidRDefault="00C22324" w:rsidP="00837A46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C22324" w:rsidRPr="00837A46" w:rsidRDefault="00C22324" w:rsidP="00837A46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C22324" w:rsidRPr="00837A46" w:rsidRDefault="00C22324" w:rsidP="00837A46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C22324" w:rsidRPr="00837A46" w:rsidRDefault="00C22324" w:rsidP="00837A46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C22324" w:rsidRPr="00837A46" w:rsidRDefault="00C22324" w:rsidP="00837A4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Визы</w:t>
      </w:r>
      <w:r w:rsidRPr="00837A46">
        <w:rPr>
          <w:rFonts w:ascii="Times New Roman" w:hAnsi="Times New Roman"/>
          <w:sz w:val="28"/>
          <w:szCs w:val="28"/>
          <w:lang w:eastAsia="ru-RU"/>
        </w:rPr>
        <w:t>: М.М. Бугаев</w:t>
      </w:r>
      <w:r w:rsidRPr="00837A46">
        <w:rPr>
          <w:rFonts w:ascii="Times New Roman" w:hAnsi="Times New Roman"/>
          <w:sz w:val="24"/>
          <w:szCs w:val="20"/>
          <w:lang w:eastAsia="ru-RU"/>
        </w:rPr>
        <w:t xml:space="preserve">  ____________________     _____________________    </w:t>
      </w:r>
    </w:p>
    <w:sectPr w:rsidR="00C22324" w:rsidRPr="00837A46" w:rsidSect="00233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3306E"/>
    <w:multiLevelType w:val="multilevel"/>
    <w:tmpl w:val="5908E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2840937"/>
    <w:multiLevelType w:val="multilevel"/>
    <w:tmpl w:val="88F23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E47"/>
    <w:rsid w:val="00021F2A"/>
    <w:rsid w:val="000228A2"/>
    <w:rsid w:val="00034E5F"/>
    <w:rsid w:val="000C096C"/>
    <w:rsid w:val="000D33F6"/>
    <w:rsid w:val="0013614D"/>
    <w:rsid w:val="001633AF"/>
    <w:rsid w:val="00192CC2"/>
    <w:rsid w:val="00193509"/>
    <w:rsid w:val="001B0A69"/>
    <w:rsid w:val="00225101"/>
    <w:rsid w:val="002336BE"/>
    <w:rsid w:val="002A27F6"/>
    <w:rsid w:val="002D5022"/>
    <w:rsid w:val="003537D8"/>
    <w:rsid w:val="003857F5"/>
    <w:rsid w:val="003B3C5B"/>
    <w:rsid w:val="003D6A1E"/>
    <w:rsid w:val="004A1610"/>
    <w:rsid w:val="004A3418"/>
    <w:rsid w:val="004E209B"/>
    <w:rsid w:val="005E0498"/>
    <w:rsid w:val="006C37EA"/>
    <w:rsid w:val="006F13AC"/>
    <w:rsid w:val="007A00B6"/>
    <w:rsid w:val="007F510C"/>
    <w:rsid w:val="00837A46"/>
    <w:rsid w:val="0086337E"/>
    <w:rsid w:val="00910D9A"/>
    <w:rsid w:val="00932604"/>
    <w:rsid w:val="009566CE"/>
    <w:rsid w:val="00984B88"/>
    <w:rsid w:val="00A2255F"/>
    <w:rsid w:val="00B21E47"/>
    <w:rsid w:val="00C22324"/>
    <w:rsid w:val="00C26483"/>
    <w:rsid w:val="00C647BA"/>
    <w:rsid w:val="00C849DC"/>
    <w:rsid w:val="00CE3463"/>
    <w:rsid w:val="00D10F60"/>
    <w:rsid w:val="00D46521"/>
    <w:rsid w:val="00D93EBF"/>
    <w:rsid w:val="00DC64D6"/>
    <w:rsid w:val="00DD5B46"/>
    <w:rsid w:val="00E61569"/>
    <w:rsid w:val="00E62786"/>
    <w:rsid w:val="00EB3BD4"/>
    <w:rsid w:val="00EB72E4"/>
    <w:rsid w:val="00ED07CF"/>
    <w:rsid w:val="00ED3268"/>
    <w:rsid w:val="00EE4321"/>
    <w:rsid w:val="00EE6FCE"/>
    <w:rsid w:val="00F24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B8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46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65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05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121</TotalTime>
  <Pages>2</Pages>
  <Words>204</Words>
  <Characters>1169</Characters>
  <Application>Microsoft Office Outlook</Application>
  <DocSecurity>0</DocSecurity>
  <Lines>0</Lines>
  <Paragraphs>0</Paragraphs>
  <ScaleCrop>false</ScaleCrop>
  <Company>administration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Buh_3</cp:lastModifiedBy>
  <cp:revision>23</cp:revision>
  <cp:lastPrinted>2020-04-07T08:22:00Z</cp:lastPrinted>
  <dcterms:created xsi:type="dcterms:W3CDTF">2018-05-30T08:23:00Z</dcterms:created>
  <dcterms:modified xsi:type="dcterms:W3CDTF">2020-04-07T08:23:00Z</dcterms:modified>
</cp:coreProperties>
</file>